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0348ED" w:rsidRPr="004008D0" w14:paraId="1581483E" w14:textId="77777777" w:rsidTr="00050DA7">
        <w:tc>
          <w:tcPr>
            <w:tcW w:w="4428" w:type="dxa"/>
          </w:tcPr>
          <w:p w14:paraId="41DDE369" w14:textId="4F07767E" w:rsidR="000348ED" w:rsidRPr="00AA2626" w:rsidRDefault="005D05AC" w:rsidP="002B0236">
            <w:r w:rsidRPr="00AA2626">
              <w:t>From:</w:t>
            </w:r>
            <w:r w:rsidRPr="00AA2626">
              <w:tab/>
            </w:r>
            <w:r w:rsidR="00AB38AA">
              <w:t>VTS</w:t>
            </w:r>
            <w:r w:rsidR="00AC1F4D">
              <w:t xml:space="preserve"> Committee</w:t>
            </w:r>
          </w:p>
        </w:tc>
        <w:tc>
          <w:tcPr>
            <w:tcW w:w="5461" w:type="dxa"/>
          </w:tcPr>
          <w:p w14:paraId="2A9FF085" w14:textId="77777777" w:rsidR="005105FA" w:rsidRPr="005105FA" w:rsidRDefault="005105FA" w:rsidP="005105FA">
            <w:pPr>
              <w:jc w:val="right"/>
            </w:pPr>
            <w:r w:rsidRPr="005105FA">
              <w:t>ARM21-7.7.1</w:t>
            </w:r>
          </w:p>
          <w:p w14:paraId="54DAE845" w14:textId="77777777" w:rsidR="005105FA" w:rsidRPr="005105FA" w:rsidRDefault="005105FA" w:rsidP="005105FA">
            <w:pPr>
              <w:jc w:val="right"/>
            </w:pPr>
            <w:r w:rsidRPr="005105FA">
              <w:t>(VTS58-12.1.3)</w:t>
            </w:r>
          </w:p>
          <w:p w14:paraId="7869FFA5" w14:textId="4620AA0A" w:rsidR="000348ED" w:rsidRPr="004008D0" w:rsidRDefault="000348ED" w:rsidP="008F4DC3">
            <w:pPr>
              <w:jc w:val="right"/>
            </w:pPr>
          </w:p>
        </w:tc>
      </w:tr>
      <w:tr w:rsidR="000348ED" w:rsidRPr="005105FA" w14:paraId="3BCC8CC0" w14:textId="77777777" w:rsidTr="00050DA7">
        <w:tc>
          <w:tcPr>
            <w:tcW w:w="4428" w:type="dxa"/>
          </w:tcPr>
          <w:p w14:paraId="1BBD2A33" w14:textId="7111BC37" w:rsidR="000348ED" w:rsidRPr="00AA2626" w:rsidRDefault="005D05AC" w:rsidP="002B0236">
            <w:r w:rsidRPr="00AA2626">
              <w:t>To:</w:t>
            </w:r>
            <w:r w:rsidRPr="00AA2626">
              <w:tab/>
            </w:r>
            <w:r w:rsidR="00AB38AA">
              <w:t>ARM</w:t>
            </w:r>
            <w:r w:rsidR="00AC1F4D">
              <w:t xml:space="preserve"> Committee</w:t>
            </w:r>
          </w:p>
        </w:tc>
        <w:tc>
          <w:tcPr>
            <w:tcW w:w="5461" w:type="dxa"/>
          </w:tcPr>
          <w:p w14:paraId="4308986E" w14:textId="6A69CD35" w:rsidR="000348ED" w:rsidRPr="005105FA" w:rsidRDefault="00D171F6" w:rsidP="008F4DC3">
            <w:pPr>
              <w:jc w:val="right"/>
            </w:pPr>
            <w:r w:rsidRPr="005105FA">
              <w:t>2</w:t>
            </w:r>
            <w:r w:rsidR="00380699" w:rsidRPr="005105FA">
              <w:t>5 September</w:t>
            </w:r>
            <w:r w:rsidR="00AC1F4D" w:rsidRPr="005105FA">
              <w:t xml:space="preserve"> 2025</w:t>
            </w:r>
          </w:p>
        </w:tc>
      </w:tr>
    </w:tbl>
    <w:p w14:paraId="314084F5" w14:textId="77777777" w:rsidR="000348ED" w:rsidRPr="00AA2626" w:rsidRDefault="00AA2626" w:rsidP="002B0236">
      <w:pPr>
        <w:pStyle w:val="Title"/>
      </w:pPr>
      <w:r>
        <w:t>LIAISON NOTE</w:t>
      </w:r>
    </w:p>
    <w:p w14:paraId="1339715D" w14:textId="566CD01F" w:rsidR="000348ED" w:rsidRPr="00AA2626" w:rsidRDefault="00CC2D1D" w:rsidP="002B0236">
      <w:pPr>
        <w:pStyle w:val="Title"/>
      </w:pPr>
      <w:r>
        <w:t>R</w:t>
      </w:r>
      <w:r w:rsidRPr="00CC2D1D">
        <w:t xml:space="preserve">evision of Guideline G1185 Enhancing the safety and </w:t>
      </w:r>
      <w:r>
        <w:br/>
      </w:r>
      <w:r w:rsidRPr="00CC2D1D">
        <w:t xml:space="preserve">efficiency of navigation around OREI </w:t>
      </w:r>
    </w:p>
    <w:p w14:paraId="1DBEC5C5" w14:textId="77777777" w:rsidR="0064435F" w:rsidRPr="00AA2626" w:rsidRDefault="008E7A45" w:rsidP="002B0236">
      <w:pPr>
        <w:pStyle w:val="Heading1"/>
      </w:pPr>
      <w:r w:rsidRPr="00AA2626">
        <w:t>INTRODUCTION</w:t>
      </w:r>
    </w:p>
    <w:p w14:paraId="5FFAC310" w14:textId="21209920" w:rsidR="00152611" w:rsidRDefault="009D36CD" w:rsidP="0009713A">
      <w:pPr>
        <w:pStyle w:val="BodyText"/>
      </w:pPr>
      <w:r>
        <w:t>VTS</w:t>
      </w:r>
      <w:r w:rsidR="00A62834">
        <w:t>58</w:t>
      </w:r>
      <w:r w:rsidR="00310ADE" w:rsidRPr="00310ADE">
        <w:t xml:space="preserve"> </w:t>
      </w:r>
      <w:r w:rsidR="00B64342">
        <w:t xml:space="preserve">reviewed </w:t>
      </w:r>
      <w:r w:rsidR="00E7539D">
        <w:t xml:space="preserve">the draft Guideline G1185 </w:t>
      </w:r>
      <w:r w:rsidR="00DD7DAA">
        <w:t>(VTS58</w:t>
      </w:r>
      <w:r w:rsidR="004E1795">
        <w:t>-</w:t>
      </w:r>
      <w:r w:rsidR="00DD7DAA">
        <w:t>7.2.2) in cooperation</w:t>
      </w:r>
      <w:r w:rsidR="00E7539D">
        <w:t xml:space="preserve"> </w:t>
      </w:r>
      <w:r w:rsidR="001A0A3A">
        <w:t xml:space="preserve">with a representative from the ARM Committee. </w:t>
      </w:r>
      <w:r w:rsidR="00152611">
        <w:t>Furthermore</w:t>
      </w:r>
      <w:r w:rsidR="003F3FAF">
        <w:t xml:space="preserve">, </w:t>
      </w:r>
      <w:r w:rsidR="00152611">
        <w:t>the VTS Committee reviewed input papers from China MSA regarding th</w:t>
      </w:r>
      <w:r w:rsidR="00F36445">
        <w:t>e</w:t>
      </w:r>
      <w:r w:rsidR="00152611">
        <w:t xml:space="preserve"> draft Guideline </w:t>
      </w:r>
      <w:r w:rsidR="00F36445">
        <w:t xml:space="preserve">from ARM </w:t>
      </w:r>
      <w:r w:rsidR="00152611">
        <w:t>(</w:t>
      </w:r>
      <w:r w:rsidR="005F0E55">
        <w:t>VTS58-</w:t>
      </w:r>
      <w:r w:rsidR="00152611">
        <w:t xml:space="preserve">8.7.1, </w:t>
      </w:r>
      <w:r w:rsidR="005F0E55">
        <w:t>VTS58-</w:t>
      </w:r>
      <w:r w:rsidR="00152611">
        <w:t xml:space="preserve">8.7.1.1, </w:t>
      </w:r>
      <w:r w:rsidR="00572686">
        <w:t>VTS58-</w:t>
      </w:r>
      <w:r w:rsidR="00152611">
        <w:t xml:space="preserve">8.7.2). </w:t>
      </w:r>
    </w:p>
    <w:p w14:paraId="6A9C1F19" w14:textId="2584DF63" w:rsidR="00902AA4" w:rsidRDefault="009028B1" w:rsidP="002B0236">
      <w:pPr>
        <w:pStyle w:val="Heading1"/>
      </w:pPr>
      <w:r>
        <w:t>DISCUSSION</w:t>
      </w:r>
    </w:p>
    <w:p w14:paraId="106346BF" w14:textId="477EF0D4" w:rsidR="000A6A66" w:rsidRDefault="005F16CE" w:rsidP="005F16CE">
      <w:pPr>
        <w:pStyle w:val="BodyText"/>
      </w:pPr>
      <w:r>
        <w:t>A</w:t>
      </w:r>
      <w:r w:rsidR="000F2A96">
        <w:t>t</w:t>
      </w:r>
      <w:r>
        <w:t xml:space="preserve"> </w:t>
      </w:r>
      <w:r w:rsidR="00152611">
        <w:t>VTS58</w:t>
      </w:r>
      <w:r>
        <w:t xml:space="preserve"> </w:t>
      </w:r>
      <w:r w:rsidR="004B41D3">
        <w:t>considerations</w:t>
      </w:r>
      <w:r w:rsidR="000F2A96">
        <w:t xml:space="preserve"> were made on how </w:t>
      </w:r>
      <w:r w:rsidR="00572686">
        <w:t xml:space="preserve">the draft guideline </w:t>
      </w:r>
      <w:r w:rsidR="00AA3D3F">
        <w:t xml:space="preserve">best could </w:t>
      </w:r>
      <w:r w:rsidR="000F2A96">
        <w:t xml:space="preserve">address </w:t>
      </w:r>
      <w:r w:rsidR="000A6A66">
        <w:t>relevant authorities and stakeholders</w:t>
      </w:r>
      <w:r w:rsidR="00AA53D3" w:rsidRPr="00AA53D3">
        <w:t xml:space="preserve"> </w:t>
      </w:r>
      <w:r w:rsidR="00AA53D3">
        <w:t>in general</w:t>
      </w:r>
      <w:r w:rsidR="000A6A66">
        <w:t xml:space="preserve">. </w:t>
      </w:r>
      <w:r w:rsidR="00AA53D3">
        <w:t>Furthermore</w:t>
      </w:r>
      <w:r w:rsidR="00AA3D3F">
        <w:t xml:space="preserve">, </w:t>
      </w:r>
      <w:r w:rsidR="00AA53D3">
        <w:t xml:space="preserve">the VTS Committee </w:t>
      </w:r>
      <w:r w:rsidR="00A572B7">
        <w:t xml:space="preserve">agreed to propose </w:t>
      </w:r>
      <w:r w:rsidR="00AA53D3">
        <w:t>to move the section on VTS</w:t>
      </w:r>
      <w:r w:rsidR="00474168">
        <w:t xml:space="preserve"> to be a </w:t>
      </w:r>
      <w:r w:rsidR="00A572B7">
        <w:t>stand-alone</w:t>
      </w:r>
      <w:r w:rsidR="00474168">
        <w:t xml:space="preserve"> section. In this regard the VTS Committee</w:t>
      </w:r>
      <w:r w:rsidR="00394C9D">
        <w:t xml:space="preserve"> further </w:t>
      </w:r>
      <w:r w:rsidR="00A572B7">
        <w:t xml:space="preserve">agreed to propose </w:t>
      </w:r>
      <w:r w:rsidR="00394C9D">
        <w:t xml:space="preserve">to list </w:t>
      </w:r>
      <w:r w:rsidR="009C6C14">
        <w:t xml:space="preserve">and structure </w:t>
      </w:r>
      <w:r w:rsidR="00C238C7">
        <w:t xml:space="preserve">the </w:t>
      </w:r>
      <w:r w:rsidR="00394C9D">
        <w:t>mitigation measures</w:t>
      </w:r>
      <w:r w:rsidR="00A30A0D">
        <w:t xml:space="preserve"> sub-section</w:t>
      </w:r>
      <w:r w:rsidR="00394C9D">
        <w:t xml:space="preserve"> and the nav</w:t>
      </w:r>
      <w:r w:rsidR="002920FA">
        <w:t>igational</w:t>
      </w:r>
      <w:r w:rsidR="00A97BC8">
        <w:t xml:space="preserve"> safety section</w:t>
      </w:r>
      <w:r w:rsidR="00A77AC6">
        <w:t xml:space="preserve"> according to the regulations in SOLAS </w:t>
      </w:r>
      <w:r w:rsidR="00A21112">
        <w:t>C</w:t>
      </w:r>
      <w:r w:rsidR="00A77AC6">
        <w:t>hapter V.</w:t>
      </w:r>
    </w:p>
    <w:p w14:paraId="51E66E2B" w14:textId="6BE9C99B" w:rsidR="007912B3" w:rsidRDefault="006F3C39" w:rsidP="005F16CE">
      <w:pPr>
        <w:pStyle w:val="BodyText"/>
      </w:pPr>
      <w:r>
        <w:t xml:space="preserve">The </w:t>
      </w:r>
      <w:r w:rsidR="00D82708">
        <w:t>C</w:t>
      </w:r>
      <w:r>
        <w:t xml:space="preserve">ommittee also </w:t>
      </w:r>
      <w:r w:rsidR="00A30A0D">
        <w:t xml:space="preserve">agreed to </w:t>
      </w:r>
      <w:r>
        <w:t xml:space="preserve">propose to include reference to Guideline </w:t>
      </w:r>
      <w:r w:rsidR="00D82708">
        <w:t>G</w:t>
      </w:r>
      <w:r>
        <w:t>1070</w:t>
      </w:r>
      <w:r w:rsidR="00B55744">
        <w:t xml:space="preserve"> </w:t>
      </w:r>
      <w:r w:rsidR="00B55744" w:rsidRPr="000753BA">
        <w:rPr>
          <w:i/>
          <w:iCs/>
        </w:rPr>
        <w:t>VTS role in managing restricted or limited access areas</w:t>
      </w:r>
      <w:r w:rsidR="00B55744">
        <w:t>.</w:t>
      </w:r>
    </w:p>
    <w:p w14:paraId="7F867E3C" w14:textId="49AEA001" w:rsidR="000A6A66" w:rsidRDefault="009C18C0" w:rsidP="005F16CE">
      <w:pPr>
        <w:pStyle w:val="BodyText"/>
      </w:pPr>
      <w:r>
        <w:t xml:space="preserve">Together with </w:t>
      </w:r>
      <w:r w:rsidR="00FB2820">
        <w:t>a</w:t>
      </w:r>
      <w:r>
        <w:t xml:space="preserve"> representative from ARM, t</w:t>
      </w:r>
      <w:r w:rsidR="0091361D">
        <w:t xml:space="preserve">he </w:t>
      </w:r>
      <w:r w:rsidR="00D82708">
        <w:t>C</w:t>
      </w:r>
      <w:r w:rsidR="0091361D">
        <w:t xml:space="preserve">ommittee </w:t>
      </w:r>
      <w:r>
        <w:t>agreed tha</w:t>
      </w:r>
      <w:r w:rsidR="00D16770">
        <w:t>t the current R</w:t>
      </w:r>
      <w:r w:rsidR="00D82708">
        <w:t>0</w:t>
      </w:r>
      <w:r w:rsidR="00D16770">
        <w:t xml:space="preserve">139 </w:t>
      </w:r>
      <w:r w:rsidR="00D16770" w:rsidRPr="000753BA">
        <w:rPr>
          <w:i/>
          <w:iCs/>
        </w:rPr>
        <w:t>Marking of Man Made Structures</w:t>
      </w:r>
      <w:r w:rsidR="00FB2820">
        <w:t>,</w:t>
      </w:r>
      <w:r w:rsidR="00D16770">
        <w:t xml:space="preserve"> </w:t>
      </w:r>
      <w:r w:rsidR="00FB2820">
        <w:t>might</w:t>
      </w:r>
      <w:r w:rsidR="00D16770">
        <w:t xml:space="preserve"> not </w:t>
      </w:r>
      <w:r w:rsidR="00F9355C">
        <w:t xml:space="preserve">be the </w:t>
      </w:r>
      <w:r w:rsidR="00574B06">
        <w:t>suitable r</w:t>
      </w:r>
      <w:r w:rsidR="00F9355C">
        <w:t xml:space="preserve">ecommendation </w:t>
      </w:r>
      <w:r w:rsidR="00DD38A9">
        <w:t xml:space="preserve">for this </w:t>
      </w:r>
      <w:r w:rsidR="00574B06">
        <w:t>g</w:t>
      </w:r>
      <w:r w:rsidR="00DD38A9">
        <w:t xml:space="preserve">uideline. </w:t>
      </w:r>
      <w:r w:rsidR="003245C3">
        <w:t xml:space="preserve">In this regard, </w:t>
      </w:r>
      <w:r w:rsidR="00D82708">
        <w:t>t</w:t>
      </w:r>
      <w:r w:rsidR="00DD38A9">
        <w:t xml:space="preserve">he VTS Committee </w:t>
      </w:r>
      <w:r w:rsidR="00FD6795">
        <w:t xml:space="preserve">considered </w:t>
      </w:r>
      <w:r w:rsidR="00DD38A9">
        <w:t>that</w:t>
      </w:r>
      <w:r w:rsidR="00370488">
        <w:t xml:space="preserve"> it would be more appropriate for the Guideline </w:t>
      </w:r>
      <w:r w:rsidR="00A532C1">
        <w:t xml:space="preserve">to </w:t>
      </w:r>
      <w:r w:rsidR="00370488">
        <w:t>sit under recommendation R1010</w:t>
      </w:r>
      <w:r w:rsidR="00CD4F3D">
        <w:t xml:space="preserve"> </w:t>
      </w:r>
      <w:r w:rsidR="00CD4F3D" w:rsidRPr="000753BA">
        <w:rPr>
          <w:i/>
          <w:iCs/>
        </w:rPr>
        <w:t>Marine Spatial Planning</w:t>
      </w:r>
      <w:r w:rsidR="00CD4F3D">
        <w:t>.</w:t>
      </w:r>
    </w:p>
    <w:p w14:paraId="70015350" w14:textId="4CAE1B19" w:rsidR="00A21112" w:rsidRDefault="00A21112" w:rsidP="005F16CE">
      <w:pPr>
        <w:pStyle w:val="BodyText"/>
      </w:pPr>
      <w:r>
        <w:t xml:space="preserve">Due to time constraint during VTS58, the VTS Committee could unfortunately not do a whole review of G1185. However, the VTS Committee will try to </w:t>
      </w:r>
      <w:r w:rsidR="00996CA5">
        <w:t>send representatives to</w:t>
      </w:r>
      <w:r>
        <w:t xml:space="preserve"> the task group at ARM</w:t>
      </w:r>
      <w:r w:rsidR="00996CA5">
        <w:t>21</w:t>
      </w:r>
      <w:r>
        <w:t xml:space="preserve"> in order to finalize a new edition.</w:t>
      </w:r>
    </w:p>
    <w:p w14:paraId="297E7733" w14:textId="77777777" w:rsidR="009F5C36" w:rsidRPr="00AA2626" w:rsidRDefault="008E7A45" w:rsidP="002B0236">
      <w:pPr>
        <w:pStyle w:val="Heading1"/>
      </w:pPr>
      <w:r w:rsidRPr="00AA2626">
        <w:t>ACTION REQUESTED</w:t>
      </w:r>
    </w:p>
    <w:p w14:paraId="1269B35C" w14:textId="26670744" w:rsidR="00BD1850" w:rsidRPr="005C66A6" w:rsidRDefault="00BD1850" w:rsidP="00526766">
      <w:pPr>
        <w:pStyle w:val="BodyText"/>
      </w:pPr>
      <w:r w:rsidRPr="005C66A6">
        <w:t xml:space="preserve">The </w:t>
      </w:r>
      <w:r w:rsidR="001B2188" w:rsidRPr="005C66A6">
        <w:t>ARM</w:t>
      </w:r>
      <w:r w:rsidRPr="005C66A6">
        <w:t xml:space="preserve"> Committee is </w:t>
      </w:r>
      <w:r w:rsidR="007B13EA">
        <w:t>invited</w:t>
      </w:r>
      <w:r w:rsidRPr="005C66A6">
        <w:t xml:space="preserve"> to:</w:t>
      </w:r>
    </w:p>
    <w:p w14:paraId="66420100" w14:textId="16717730" w:rsidR="00DF7521" w:rsidRDefault="00DF7521" w:rsidP="00B714F0">
      <w:pPr>
        <w:pStyle w:val="BodyText"/>
        <w:numPr>
          <w:ilvl w:val="0"/>
          <w:numId w:val="27"/>
        </w:numPr>
      </w:pPr>
      <w:r w:rsidRPr="005C66A6">
        <w:t xml:space="preserve">Review </w:t>
      </w:r>
      <w:r w:rsidR="00574B06">
        <w:t xml:space="preserve">and consider </w:t>
      </w:r>
      <w:r w:rsidRPr="005C66A6">
        <w:t xml:space="preserve">the attached </w:t>
      </w:r>
      <w:r w:rsidR="00B714F0" w:rsidRPr="005C66A6">
        <w:t>revised</w:t>
      </w:r>
      <w:r w:rsidRPr="005C66A6">
        <w:t xml:space="preserve"> </w:t>
      </w:r>
      <w:r w:rsidR="00B714F0" w:rsidRPr="005C66A6">
        <w:t>G</w:t>
      </w:r>
      <w:r w:rsidRPr="005C66A6">
        <w:t>uideline</w:t>
      </w:r>
      <w:r w:rsidR="00B714F0" w:rsidRPr="005C66A6">
        <w:t xml:space="preserve"> G1185 </w:t>
      </w:r>
      <w:r w:rsidR="00B714F0" w:rsidRPr="000753BA">
        <w:rPr>
          <w:i/>
          <w:iCs/>
        </w:rPr>
        <w:t>Enhancing the safety and efficiency of navigation around OREI</w:t>
      </w:r>
      <w:r w:rsidR="005953B4" w:rsidRPr="005C66A6">
        <w:t xml:space="preserve"> (</w:t>
      </w:r>
      <w:r w:rsidR="001B2188" w:rsidRPr="005C66A6">
        <w:t>VTS</w:t>
      </w:r>
      <w:r w:rsidR="00BA4CC7">
        <w:t>58-</w:t>
      </w:r>
      <w:r w:rsidR="005C66A6" w:rsidRPr="005C66A6">
        <w:t>12.1.</w:t>
      </w:r>
      <w:r w:rsidR="00BA4CC7">
        <w:t>4</w:t>
      </w:r>
      <w:r w:rsidR="005953B4" w:rsidRPr="005C66A6">
        <w:t>).</w:t>
      </w:r>
    </w:p>
    <w:p w14:paraId="58F92B75" w14:textId="60535C85" w:rsidR="005C66A6" w:rsidRDefault="00204379" w:rsidP="00BA4CC7">
      <w:pPr>
        <w:pStyle w:val="BodyText"/>
        <w:numPr>
          <w:ilvl w:val="0"/>
          <w:numId w:val="27"/>
        </w:numPr>
      </w:pPr>
      <w:r w:rsidRPr="00B510AB">
        <w:t>Include GL</w:t>
      </w:r>
      <w:r w:rsidR="008174C1" w:rsidRPr="00B510AB">
        <w:t xml:space="preserve">1185 into Recommendation 1010 </w:t>
      </w:r>
      <w:r w:rsidR="007B13EA">
        <w:t>Marine</w:t>
      </w:r>
      <w:r w:rsidR="00B510AB">
        <w:t xml:space="preserve"> Spatial Planning</w:t>
      </w:r>
      <w:r w:rsidR="00BA4CC7">
        <w:t>.</w:t>
      </w:r>
    </w:p>
    <w:sectPr w:rsidR="005C66A6" w:rsidSect="005D05AC">
      <w:headerReference w:type="default" r:id="rId10"/>
      <w:footerReference w:type="default" r:id="rId11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795AF1" w14:textId="77777777" w:rsidR="004951CA" w:rsidRDefault="004951CA" w:rsidP="002B0236">
      <w:r>
        <w:separator/>
      </w:r>
    </w:p>
  </w:endnote>
  <w:endnote w:type="continuationSeparator" w:id="0">
    <w:p w14:paraId="4394722B" w14:textId="77777777" w:rsidR="004951CA" w:rsidRDefault="004951CA" w:rsidP="002B02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AE66E7" w14:textId="77777777" w:rsidR="00002906" w:rsidRDefault="00002906" w:rsidP="002B0236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8F4DC3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6AA80D" w14:textId="77777777" w:rsidR="004951CA" w:rsidRDefault="004951CA" w:rsidP="002B0236">
      <w:r>
        <w:separator/>
      </w:r>
    </w:p>
  </w:footnote>
  <w:footnote w:type="continuationSeparator" w:id="0">
    <w:p w14:paraId="22258C51" w14:textId="77777777" w:rsidR="004951CA" w:rsidRDefault="004951CA" w:rsidP="002B02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07A4E1" w14:textId="09E5EDF7" w:rsidR="008E7A45" w:rsidRDefault="007E005C" w:rsidP="002B0236">
    <w:pPr>
      <w:pStyle w:val="Header"/>
    </w:pPr>
    <w:r>
      <w:rPr>
        <w:noProof/>
      </w:rPr>
      <w:drawing>
        <wp:inline distT="0" distB="0" distL="0" distR="0" wp14:anchorId="30661779" wp14:editId="27768C02">
          <wp:extent cx="853440" cy="81534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3440" cy="8153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 w15:restartNumberingAfterBreak="0">
    <w:nsid w:val="0BAA23A1"/>
    <w:multiLevelType w:val="hybridMultilevel"/>
    <w:tmpl w:val="4588DB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C37E91"/>
    <w:multiLevelType w:val="multilevel"/>
    <w:tmpl w:val="1E504722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" w15:restartNumberingAfterBreak="0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5" w15:restartNumberingAfterBreak="0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9D508F4"/>
    <w:multiLevelType w:val="multilevel"/>
    <w:tmpl w:val="A6F6A510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2FA92AAE"/>
    <w:multiLevelType w:val="hybridMultilevel"/>
    <w:tmpl w:val="970C3F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BC63137"/>
    <w:multiLevelType w:val="hybridMultilevel"/>
    <w:tmpl w:val="85101A52"/>
    <w:lvl w:ilvl="0" w:tplc="0CD245A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5C277AE7"/>
    <w:multiLevelType w:val="hybridMultilevel"/>
    <w:tmpl w:val="6BC6F9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4" w15:restartNumberingAfterBreak="0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C1664BB"/>
    <w:multiLevelType w:val="multilevel"/>
    <w:tmpl w:val="2BCA57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7" w15:restartNumberingAfterBreak="0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1185440835">
    <w:abstractNumId w:val="10"/>
  </w:num>
  <w:num w:numId="2" w16cid:durableId="929503006">
    <w:abstractNumId w:val="17"/>
  </w:num>
  <w:num w:numId="3" w16cid:durableId="1771195857">
    <w:abstractNumId w:val="10"/>
  </w:num>
  <w:num w:numId="4" w16cid:durableId="666516922">
    <w:abstractNumId w:val="10"/>
  </w:num>
  <w:num w:numId="5" w16cid:durableId="17053266">
    <w:abstractNumId w:val="5"/>
  </w:num>
  <w:num w:numId="6" w16cid:durableId="398555423">
    <w:abstractNumId w:val="12"/>
  </w:num>
  <w:num w:numId="7" w16cid:durableId="100297392">
    <w:abstractNumId w:val="8"/>
  </w:num>
  <w:num w:numId="8" w16cid:durableId="1759906585">
    <w:abstractNumId w:val="0"/>
  </w:num>
  <w:num w:numId="9" w16cid:durableId="1410157504">
    <w:abstractNumId w:val="4"/>
  </w:num>
  <w:num w:numId="10" w16cid:durableId="107820598">
    <w:abstractNumId w:val="13"/>
  </w:num>
  <w:num w:numId="11" w16cid:durableId="1731880335">
    <w:abstractNumId w:val="2"/>
  </w:num>
  <w:num w:numId="12" w16cid:durableId="872697241">
    <w:abstractNumId w:val="2"/>
  </w:num>
  <w:num w:numId="13" w16cid:durableId="715668130">
    <w:abstractNumId w:val="2"/>
  </w:num>
  <w:num w:numId="14" w16cid:durableId="728575183">
    <w:abstractNumId w:val="2"/>
  </w:num>
  <w:num w:numId="15" w16cid:durableId="296449907">
    <w:abstractNumId w:val="2"/>
  </w:num>
  <w:num w:numId="16" w16cid:durableId="1625040821">
    <w:abstractNumId w:val="6"/>
  </w:num>
  <w:num w:numId="17" w16cid:durableId="996373660">
    <w:abstractNumId w:val="16"/>
  </w:num>
  <w:num w:numId="18" w16cid:durableId="833421314">
    <w:abstractNumId w:val="3"/>
  </w:num>
  <w:num w:numId="19" w16cid:durableId="291249847">
    <w:abstractNumId w:val="14"/>
  </w:num>
  <w:num w:numId="20" w16cid:durableId="1391420416">
    <w:abstractNumId w:val="9"/>
  </w:num>
  <w:num w:numId="21" w16cid:durableId="896746978">
    <w:abstractNumId w:val="6"/>
  </w:num>
  <w:num w:numId="22" w16cid:durableId="1139498109">
    <w:abstractNumId w:val="6"/>
  </w:num>
  <w:num w:numId="23" w16cid:durableId="207357743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173256751">
    <w:abstractNumId w:val="7"/>
  </w:num>
  <w:num w:numId="25" w16cid:durableId="445544412">
    <w:abstractNumId w:val="1"/>
  </w:num>
  <w:num w:numId="26" w16cid:durableId="1648433843">
    <w:abstractNumId w:val="15"/>
  </w:num>
  <w:num w:numId="27" w16cid:durableId="155439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7A45"/>
    <w:rsid w:val="00001087"/>
    <w:rsid w:val="00002906"/>
    <w:rsid w:val="00013266"/>
    <w:rsid w:val="00025725"/>
    <w:rsid w:val="000272EF"/>
    <w:rsid w:val="00031A92"/>
    <w:rsid w:val="000348ED"/>
    <w:rsid w:val="00036801"/>
    <w:rsid w:val="00050DA7"/>
    <w:rsid w:val="00070608"/>
    <w:rsid w:val="000753BA"/>
    <w:rsid w:val="0007567C"/>
    <w:rsid w:val="0009713A"/>
    <w:rsid w:val="000A5A01"/>
    <w:rsid w:val="000A6A66"/>
    <w:rsid w:val="000B5B0C"/>
    <w:rsid w:val="000C5912"/>
    <w:rsid w:val="000F2A96"/>
    <w:rsid w:val="00102704"/>
    <w:rsid w:val="00104318"/>
    <w:rsid w:val="001253E0"/>
    <w:rsid w:val="00133078"/>
    <w:rsid w:val="00135447"/>
    <w:rsid w:val="00152273"/>
    <w:rsid w:val="00152611"/>
    <w:rsid w:val="001A0A3A"/>
    <w:rsid w:val="001A654A"/>
    <w:rsid w:val="001B2188"/>
    <w:rsid w:val="001B7592"/>
    <w:rsid w:val="001C74CF"/>
    <w:rsid w:val="001D183F"/>
    <w:rsid w:val="001E141C"/>
    <w:rsid w:val="001E5F69"/>
    <w:rsid w:val="00204379"/>
    <w:rsid w:val="002279AC"/>
    <w:rsid w:val="002408EB"/>
    <w:rsid w:val="00243F48"/>
    <w:rsid w:val="0025524C"/>
    <w:rsid w:val="00283C25"/>
    <w:rsid w:val="002869B9"/>
    <w:rsid w:val="002920FA"/>
    <w:rsid w:val="002B0236"/>
    <w:rsid w:val="002B0F1F"/>
    <w:rsid w:val="002C200C"/>
    <w:rsid w:val="002D0F52"/>
    <w:rsid w:val="003079F1"/>
    <w:rsid w:val="00310ADE"/>
    <w:rsid w:val="00314EB7"/>
    <w:rsid w:val="003245C3"/>
    <w:rsid w:val="00360017"/>
    <w:rsid w:val="00370488"/>
    <w:rsid w:val="003745CB"/>
    <w:rsid w:val="00374D16"/>
    <w:rsid w:val="00380699"/>
    <w:rsid w:val="00393CF5"/>
    <w:rsid w:val="00394C9D"/>
    <w:rsid w:val="003C13CD"/>
    <w:rsid w:val="003C5715"/>
    <w:rsid w:val="003D55DD"/>
    <w:rsid w:val="003E1831"/>
    <w:rsid w:val="003F3FAF"/>
    <w:rsid w:val="003F5D02"/>
    <w:rsid w:val="004008D0"/>
    <w:rsid w:val="00424954"/>
    <w:rsid w:val="00440E15"/>
    <w:rsid w:val="00474168"/>
    <w:rsid w:val="00477A91"/>
    <w:rsid w:val="004951CA"/>
    <w:rsid w:val="004968FA"/>
    <w:rsid w:val="004B216A"/>
    <w:rsid w:val="004B41D3"/>
    <w:rsid w:val="004B7DEA"/>
    <w:rsid w:val="004C1386"/>
    <w:rsid w:val="004C220D"/>
    <w:rsid w:val="004C2324"/>
    <w:rsid w:val="004E1795"/>
    <w:rsid w:val="00507692"/>
    <w:rsid w:val="005105FA"/>
    <w:rsid w:val="00526766"/>
    <w:rsid w:val="00546E4B"/>
    <w:rsid w:val="00572686"/>
    <w:rsid w:val="00574B06"/>
    <w:rsid w:val="00581FB6"/>
    <w:rsid w:val="0058239B"/>
    <w:rsid w:val="005953B4"/>
    <w:rsid w:val="005A5D82"/>
    <w:rsid w:val="005C66A6"/>
    <w:rsid w:val="005D05AC"/>
    <w:rsid w:val="005F0E55"/>
    <w:rsid w:val="005F16CE"/>
    <w:rsid w:val="00622F70"/>
    <w:rsid w:val="006309A0"/>
    <w:rsid w:val="00630F7F"/>
    <w:rsid w:val="0064435F"/>
    <w:rsid w:val="00646720"/>
    <w:rsid w:val="00651409"/>
    <w:rsid w:val="0066517C"/>
    <w:rsid w:val="0069568E"/>
    <w:rsid w:val="006B5BA5"/>
    <w:rsid w:val="006D420E"/>
    <w:rsid w:val="006D470F"/>
    <w:rsid w:val="006F3C39"/>
    <w:rsid w:val="00724A4A"/>
    <w:rsid w:val="00727E88"/>
    <w:rsid w:val="00743232"/>
    <w:rsid w:val="007449ED"/>
    <w:rsid w:val="00774C78"/>
    <w:rsid w:val="00775878"/>
    <w:rsid w:val="007912B3"/>
    <w:rsid w:val="00797EDB"/>
    <w:rsid w:val="007B13EA"/>
    <w:rsid w:val="007B5A03"/>
    <w:rsid w:val="007B7CC1"/>
    <w:rsid w:val="007C1925"/>
    <w:rsid w:val="007C467C"/>
    <w:rsid w:val="007D2A77"/>
    <w:rsid w:val="007D5655"/>
    <w:rsid w:val="007E005C"/>
    <w:rsid w:val="007E6971"/>
    <w:rsid w:val="007F087F"/>
    <w:rsid w:val="007F4092"/>
    <w:rsid w:val="0080092C"/>
    <w:rsid w:val="008174C1"/>
    <w:rsid w:val="00834CFF"/>
    <w:rsid w:val="0086571B"/>
    <w:rsid w:val="00872453"/>
    <w:rsid w:val="00897004"/>
    <w:rsid w:val="008E066A"/>
    <w:rsid w:val="008E7A45"/>
    <w:rsid w:val="008F13DD"/>
    <w:rsid w:val="008F4DC3"/>
    <w:rsid w:val="009028B1"/>
    <w:rsid w:val="00902AA4"/>
    <w:rsid w:val="00906239"/>
    <w:rsid w:val="00907D8D"/>
    <w:rsid w:val="0091361D"/>
    <w:rsid w:val="0092770A"/>
    <w:rsid w:val="00955DBE"/>
    <w:rsid w:val="00996CA5"/>
    <w:rsid w:val="009B5BE1"/>
    <w:rsid w:val="009C18C0"/>
    <w:rsid w:val="009C69B6"/>
    <w:rsid w:val="009C6C14"/>
    <w:rsid w:val="009D2CAE"/>
    <w:rsid w:val="009D36CD"/>
    <w:rsid w:val="009F3B6C"/>
    <w:rsid w:val="009F5C36"/>
    <w:rsid w:val="00A12A18"/>
    <w:rsid w:val="00A21112"/>
    <w:rsid w:val="00A27F12"/>
    <w:rsid w:val="00A30579"/>
    <w:rsid w:val="00A30A0D"/>
    <w:rsid w:val="00A337D0"/>
    <w:rsid w:val="00A532C1"/>
    <w:rsid w:val="00A569A3"/>
    <w:rsid w:val="00A572B7"/>
    <w:rsid w:val="00A62834"/>
    <w:rsid w:val="00A7015A"/>
    <w:rsid w:val="00A77AC6"/>
    <w:rsid w:val="00A868B2"/>
    <w:rsid w:val="00A97BC8"/>
    <w:rsid w:val="00AA2626"/>
    <w:rsid w:val="00AA3D3F"/>
    <w:rsid w:val="00AA53D3"/>
    <w:rsid w:val="00AA76C0"/>
    <w:rsid w:val="00AB38AA"/>
    <w:rsid w:val="00AC1F4D"/>
    <w:rsid w:val="00AC4141"/>
    <w:rsid w:val="00AC5FF4"/>
    <w:rsid w:val="00AC6B88"/>
    <w:rsid w:val="00AD3C44"/>
    <w:rsid w:val="00AE563D"/>
    <w:rsid w:val="00AF4618"/>
    <w:rsid w:val="00B077EC"/>
    <w:rsid w:val="00B12416"/>
    <w:rsid w:val="00B15589"/>
    <w:rsid w:val="00B15B24"/>
    <w:rsid w:val="00B428DA"/>
    <w:rsid w:val="00B50B22"/>
    <w:rsid w:val="00B510AB"/>
    <w:rsid w:val="00B55744"/>
    <w:rsid w:val="00B64342"/>
    <w:rsid w:val="00B714F0"/>
    <w:rsid w:val="00B8247E"/>
    <w:rsid w:val="00B858A3"/>
    <w:rsid w:val="00BA4CC7"/>
    <w:rsid w:val="00BB130D"/>
    <w:rsid w:val="00BC0E97"/>
    <w:rsid w:val="00BC4ABE"/>
    <w:rsid w:val="00BD1850"/>
    <w:rsid w:val="00BE56DF"/>
    <w:rsid w:val="00BF3AC7"/>
    <w:rsid w:val="00C02838"/>
    <w:rsid w:val="00C17E88"/>
    <w:rsid w:val="00C238C7"/>
    <w:rsid w:val="00C265EE"/>
    <w:rsid w:val="00C32DC0"/>
    <w:rsid w:val="00C63A2B"/>
    <w:rsid w:val="00C678EB"/>
    <w:rsid w:val="00C868C4"/>
    <w:rsid w:val="00C97BF9"/>
    <w:rsid w:val="00CA04AF"/>
    <w:rsid w:val="00CC2D1D"/>
    <w:rsid w:val="00CD0C20"/>
    <w:rsid w:val="00CD4F3D"/>
    <w:rsid w:val="00D01892"/>
    <w:rsid w:val="00D16770"/>
    <w:rsid w:val="00D171F6"/>
    <w:rsid w:val="00D373A3"/>
    <w:rsid w:val="00D5217B"/>
    <w:rsid w:val="00D82708"/>
    <w:rsid w:val="00D953EC"/>
    <w:rsid w:val="00DC67A9"/>
    <w:rsid w:val="00DD38A9"/>
    <w:rsid w:val="00DD7DAA"/>
    <w:rsid w:val="00DE6527"/>
    <w:rsid w:val="00DF4D4E"/>
    <w:rsid w:val="00DF7521"/>
    <w:rsid w:val="00E15ECF"/>
    <w:rsid w:val="00E37A5D"/>
    <w:rsid w:val="00E420A3"/>
    <w:rsid w:val="00E53C7F"/>
    <w:rsid w:val="00E65A79"/>
    <w:rsid w:val="00E729A7"/>
    <w:rsid w:val="00E7539D"/>
    <w:rsid w:val="00E93C9B"/>
    <w:rsid w:val="00EA6555"/>
    <w:rsid w:val="00EE3E47"/>
    <w:rsid w:val="00EE3F2F"/>
    <w:rsid w:val="00F06F83"/>
    <w:rsid w:val="00F24F16"/>
    <w:rsid w:val="00F32E15"/>
    <w:rsid w:val="00F36445"/>
    <w:rsid w:val="00F73F78"/>
    <w:rsid w:val="00F9355C"/>
    <w:rsid w:val="00FA5842"/>
    <w:rsid w:val="00FA6769"/>
    <w:rsid w:val="00FB2820"/>
    <w:rsid w:val="00FB670D"/>
    <w:rsid w:val="00FC74C8"/>
    <w:rsid w:val="00FD03CA"/>
    <w:rsid w:val="00FD67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225BFE8"/>
  <w15:chartTrackingRefBased/>
  <w15:docId w15:val="{3C89C489-E23C-4562-99E0-ED45C222F5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caption" w:semiHidden="1" w:unhideWhenUsed="1" w:qFormat="1"/>
    <w:lsdException w:name="table of figures" w:uiPriority="99"/>
    <w:lsdException w:name="Title" w:qFormat="1"/>
    <w:lsdException w:name="Body Text" w:qFormat="1"/>
    <w:lsdException w:name="Subtitle" w:qFormat="1"/>
    <w:lsdException w:name="Strong" w:uiPriority="22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B0236"/>
    <w:pPr>
      <w:tabs>
        <w:tab w:val="left" w:pos="851"/>
      </w:tabs>
    </w:pPr>
    <w:rPr>
      <w:rFonts w:ascii="Calibri" w:hAnsi="Calibri"/>
      <w:sz w:val="22"/>
      <w:lang w:val="en-GB" w:eastAsia="en-US"/>
    </w:rPr>
  </w:style>
  <w:style w:type="paragraph" w:styleId="Heading1">
    <w:name w:val="heading 1"/>
    <w:basedOn w:val="Normal"/>
    <w:next w:val="Normal"/>
    <w:qFormat/>
    <w:rsid w:val="00AA2626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color w:val="2E74B5"/>
      <w:kern w:val="28"/>
      <w:sz w:val="24"/>
      <w:szCs w:val="24"/>
      <w:lang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AA2626"/>
    <w:pPr>
      <w:spacing w:before="480" w:after="120"/>
      <w:jc w:val="center"/>
      <w:outlineLvl w:val="0"/>
    </w:pPr>
    <w:rPr>
      <w:rFonts w:cs="Arial"/>
      <w:b/>
      <w:bCs/>
      <w:color w:val="2E74B5"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AA262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AA2626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AA2626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AA2626"/>
    <w:rPr>
      <w:rFonts w:ascii="Calibri" w:eastAsia="Calibri" w:hAnsi="Calibri" w:cs="Calibri"/>
      <w:sz w:val="22"/>
      <w:szCs w:val="22"/>
      <w:lang w:val="en-GB" w:eastAsia="en-GB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paragraph" w:styleId="ListParagraph">
    <w:name w:val="List Paragraph"/>
    <w:basedOn w:val="Normal"/>
    <w:uiPriority w:val="34"/>
    <w:rsid w:val="007449ED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BD1850"/>
    <w:rPr>
      <w:b/>
      <w:bCs/>
    </w:rPr>
  </w:style>
  <w:style w:type="paragraph" w:styleId="Revision">
    <w:name w:val="Revision"/>
    <w:hidden/>
    <w:uiPriority w:val="99"/>
    <w:semiHidden/>
    <w:rsid w:val="004E1795"/>
    <w:rPr>
      <w:rFonts w:ascii="Calibri" w:hAnsi="Calibri"/>
      <w:sz w:val="22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2737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yle\IALA\Templates\Committee%20general%20templates\Liaison%20Internal%20Committee%20Liaison%20Note_Feb13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5f8115-f13f-4d01-aff4-515a67108c33">
      <Terms xmlns="http://schemas.microsoft.com/office/infopath/2007/PartnerControls"/>
    </lcf76f155ced4ddcb4097134ff3c332f>
    <TaxCatchAll xmlns="06022411-6e02-423b-85fd-39e0748b9219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9" ma:contentTypeDescription="Create a new document." ma:contentTypeScope="" ma:versionID="75c9f3f451866b0d3c9120c8a094ca6d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15aae6c7c4885604f29bd56d2cee64f9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8B32919-DB2A-4DD2-B897-147856C80BE8}">
  <ds:schemaRefs>
    <ds:schemaRef ds:uri="http://schemas.microsoft.com/office/2006/metadata/properties"/>
    <ds:schemaRef ds:uri="http://schemas.microsoft.com/office/infopath/2007/PartnerControls"/>
    <ds:schemaRef ds:uri="ac5f8115-f13f-4d01-aff4-515a67108c33"/>
    <ds:schemaRef ds:uri="06022411-6e02-423b-85fd-39e0748b9219"/>
  </ds:schemaRefs>
</ds:datastoreItem>
</file>

<file path=customXml/itemProps2.xml><?xml version="1.0" encoding="utf-8"?>
<ds:datastoreItem xmlns:ds="http://schemas.openxmlformats.org/officeDocument/2006/customXml" ds:itemID="{7AEDA62A-8C49-4BE3-BB81-C73A183E3F6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958C34A-73CD-4C64-813F-15EEB47943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0c0338a6-9561-4ee8-b8d6-4e89cbd520a0}" enabled="0" method="" siteId="{0c0338a6-9561-4ee8-b8d6-4e89cbd520a0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Liaison Internal Committee Liaison Note_Feb13.dot</Template>
  <TotalTime>0</TotalTime>
  <Pages>1</Pages>
  <Words>282</Words>
  <Characters>1585</Characters>
  <Application>Microsoft Office Word</Application>
  <DocSecurity>0</DocSecurity>
  <Lines>13</Lines>
  <Paragraphs>3</Paragraphs>
  <ScaleCrop>false</ScaleCrop>
  <HeadingPairs>
    <vt:vector size="4" baseType="variant">
      <vt:variant>
        <vt:lpstr>Rubrik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Liaison note from ANM to ANIS Working Group</vt:lpstr>
      <vt:lpstr>Liaison note from ANM to ANIS Working Group</vt:lpstr>
    </vt:vector>
  </TitlesOfParts>
  <Company>DFO-MPO</Company>
  <LinksUpToDate>false</LinksUpToDate>
  <CharactersWithSpaces>1864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subject/>
  <dc:creator>Seamus Doyle</dc:creator>
  <cp:keywords/>
  <cp:lastModifiedBy>Tom Southall</cp:lastModifiedBy>
  <cp:revision>8</cp:revision>
  <cp:lastPrinted>2006-10-19T11:49:00Z</cp:lastPrinted>
  <dcterms:created xsi:type="dcterms:W3CDTF">2025-09-30T09:00:00Z</dcterms:created>
  <dcterms:modified xsi:type="dcterms:W3CDTF">2025-10-08T09:36:00Z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MediaServiceImageTags">
    <vt:lpwstr/>
  </property>
</Properties>
</file>